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AB" w:rsidRPr="00BF4CAB" w:rsidRDefault="00BF4CAB" w:rsidP="00BF4CAB">
      <w:pPr>
        <w:overflowPunct/>
        <w:autoSpaceDE/>
        <w:autoSpaceDN/>
        <w:adjustRightInd/>
        <w:ind w:right="-1"/>
        <w:jc w:val="center"/>
        <w:textAlignment w:val="auto"/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6"/>
        </w:rPr>
        <w:drawing>
          <wp:inline distT="0" distB="0" distL="0" distR="0">
            <wp:extent cx="533400" cy="685800"/>
            <wp:effectExtent l="0" t="0" r="0" b="0"/>
            <wp:docPr id="4" name="Рисунок 4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CAB" w:rsidRPr="00BF4CAB" w:rsidRDefault="00BF4CAB" w:rsidP="00BF4CAB">
      <w:pPr>
        <w:shd w:val="clear" w:color="auto" w:fill="FFFFFF"/>
        <w:overflowPunct/>
        <w:autoSpaceDE/>
        <w:autoSpaceDN/>
        <w:adjustRightInd/>
        <w:spacing w:before="82" w:line="293" w:lineRule="exact"/>
        <w:jc w:val="center"/>
        <w:textAlignment w:val="auto"/>
        <w:rPr>
          <w:sz w:val="28"/>
          <w:szCs w:val="28"/>
        </w:rPr>
      </w:pPr>
    </w:p>
    <w:p w:rsidR="00BF4CAB" w:rsidRPr="00BF4CAB" w:rsidRDefault="00BF4CAB" w:rsidP="00BF4CAB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BF4CAB">
        <w:rPr>
          <w:b/>
          <w:sz w:val="28"/>
          <w:szCs w:val="28"/>
        </w:rPr>
        <w:t>РОССИЙСКАЯ  ФЕДЕРАЦИЯ</w:t>
      </w:r>
    </w:p>
    <w:p w:rsidR="00BF4CAB" w:rsidRPr="00BF4CAB" w:rsidRDefault="00BF4CAB" w:rsidP="00BB6C7F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BF4CAB">
        <w:rPr>
          <w:sz w:val="28"/>
          <w:szCs w:val="28"/>
        </w:rPr>
        <w:t xml:space="preserve">АДМИНИСТРАЦИЯ КУНАШАКСКОГО  МУНИЦИПАЛЬНОГО </w:t>
      </w:r>
      <w:r w:rsidR="009A12ED">
        <w:rPr>
          <w:sz w:val="28"/>
          <w:szCs w:val="28"/>
        </w:rPr>
        <w:t>ОКРУГА</w:t>
      </w:r>
      <w:r w:rsidRPr="00BF4CAB">
        <w:rPr>
          <w:sz w:val="28"/>
          <w:szCs w:val="28"/>
        </w:rPr>
        <w:t xml:space="preserve"> ЧЕЛЯБИНСКОЙ ОБЛАСТИ</w:t>
      </w:r>
    </w:p>
    <w:p w:rsidR="00EE5C0F" w:rsidRDefault="00EE5C0F" w:rsidP="00BB6C7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BF4CAB" w:rsidRPr="00BF4CAB" w:rsidRDefault="00BF4CAB" w:rsidP="00BB6C7F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BF4CAB">
        <w:rPr>
          <w:b/>
          <w:sz w:val="28"/>
          <w:szCs w:val="28"/>
        </w:rPr>
        <w:t>ПОСТАНОВЛЕНИЕ</w:t>
      </w:r>
    </w:p>
    <w:p w:rsidR="00BF4CAB" w:rsidRPr="00BF4CAB" w:rsidRDefault="00BF4CAB" w:rsidP="00BF4CAB">
      <w:pPr>
        <w:overflowPunct/>
        <w:autoSpaceDE/>
        <w:autoSpaceDN/>
        <w:adjustRightInd/>
        <w:ind w:right="-2"/>
        <w:textAlignment w:val="auto"/>
        <w:rPr>
          <w:sz w:val="28"/>
          <w:szCs w:val="24"/>
        </w:rPr>
      </w:pPr>
    </w:p>
    <w:p w:rsidR="00B377FC" w:rsidRDefault="00D30863" w:rsidP="00D73928">
      <w:pPr>
        <w:pStyle w:val="a3"/>
        <w:rPr>
          <w:sz w:val="28"/>
          <w:szCs w:val="24"/>
        </w:rPr>
      </w:pPr>
      <w:r w:rsidRPr="00D30863">
        <w:rPr>
          <w:sz w:val="28"/>
          <w:szCs w:val="24"/>
        </w:rPr>
        <w:t>от «</w:t>
      </w:r>
      <w:r w:rsidR="00D72930">
        <w:rPr>
          <w:sz w:val="28"/>
          <w:szCs w:val="24"/>
        </w:rPr>
        <w:t>20</w:t>
      </w:r>
      <w:r w:rsidRPr="00D30863">
        <w:rPr>
          <w:sz w:val="28"/>
          <w:szCs w:val="24"/>
        </w:rPr>
        <w:t xml:space="preserve">» </w:t>
      </w:r>
      <w:r w:rsidR="00D72930">
        <w:rPr>
          <w:sz w:val="28"/>
          <w:szCs w:val="24"/>
        </w:rPr>
        <w:t>февраля</w:t>
      </w:r>
      <w:r w:rsidRPr="00D30863">
        <w:rPr>
          <w:sz w:val="28"/>
          <w:szCs w:val="24"/>
        </w:rPr>
        <w:t xml:space="preserve"> 202</w:t>
      </w:r>
      <w:r w:rsidR="009A12ED">
        <w:rPr>
          <w:sz w:val="28"/>
          <w:szCs w:val="24"/>
        </w:rPr>
        <w:t>6</w:t>
      </w:r>
      <w:r w:rsidRPr="00D30863">
        <w:rPr>
          <w:sz w:val="28"/>
          <w:szCs w:val="24"/>
        </w:rPr>
        <w:t xml:space="preserve"> г. №</w:t>
      </w:r>
      <w:r w:rsidR="00D72930">
        <w:rPr>
          <w:sz w:val="28"/>
          <w:szCs w:val="24"/>
        </w:rPr>
        <w:t>259</w:t>
      </w:r>
      <w:bookmarkStart w:id="0" w:name="_GoBack"/>
      <w:bookmarkEnd w:id="0"/>
    </w:p>
    <w:p w:rsidR="00D30863" w:rsidRPr="00C279E4" w:rsidRDefault="00D30863" w:rsidP="00D73928">
      <w:pPr>
        <w:pStyle w:val="a3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</w:tblGrid>
      <w:tr w:rsidR="00651BF4" w:rsidTr="000506CD">
        <w:trPr>
          <w:trHeight w:val="2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239A5" w:rsidRDefault="000506CD" w:rsidP="006239A5">
            <w:pPr>
              <w:ind w:left="34" w:hanging="19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651BF4">
              <w:rPr>
                <w:bCs/>
                <w:sz w:val="28"/>
                <w:szCs w:val="28"/>
              </w:rPr>
              <w:t xml:space="preserve">Об утверждении </w:t>
            </w:r>
            <w:r w:rsidR="00EC4A5E">
              <w:rPr>
                <w:bCs/>
                <w:sz w:val="28"/>
                <w:szCs w:val="28"/>
              </w:rPr>
              <w:t xml:space="preserve">      </w:t>
            </w:r>
            <w:r w:rsidR="006239A5">
              <w:rPr>
                <w:bCs/>
                <w:sz w:val="28"/>
                <w:szCs w:val="28"/>
              </w:rPr>
              <w:t xml:space="preserve">Положения об оплате труда работников муниципальных образовательных организаций, подведомственных Управлению образования </w:t>
            </w:r>
            <w:r w:rsidR="009A12ED">
              <w:rPr>
                <w:bCs/>
                <w:sz w:val="28"/>
                <w:szCs w:val="28"/>
              </w:rPr>
              <w:t>а</w:t>
            </w:r>
            <w:r w:rsidR="006239A5">
              <w:rPr>
                <w:bCs/>
                <w:sz w:val="28"/>
                <w:szCs w:val="28"/>
              </w:rPr>
              <w:t xml:space="preserve">дминистрации </w:t>
            </w:r>
            <w:proofErr w:type="spellStart"/>
            <w:r w:rsidR="006239A5">
              <w:rPr>
                <w:bCs/>
                <w:sz w:val="28"/>
                <w:szCs w:val="28"/>
              </w:rPr>
              <w:t>Кунашакского</w:t>
            </w:r>
            <w:proofErr w:type="spellEnd"/>
            <w:r w:rsidR="006239A5">
              <w:rPr>
                <w:bCs/>
                <w:sz w:val="28"/>
                <w:szCs w:val="28"/>
              </w:rPr>
              <w:t xml:space="preserve"> муниципального </w:t>
            </w:r>
            <w:r w:rsidR="009A12ED">
              <w:rPr>
                <w:bCs/>
                <w:sz w:val="28"/>
                <w:szCs w:val="28"/>
              </w:rPr>
              <w:t>округа Челябинской области</w:t>
            </w:r>
          </w:p>
          <w:p w:rsidR="00651BF4" w:rsidRDefault="00651BF4" w:rsidP="00EC4A5E">
            <w:pPr>
              <w:ind w:left="34" w:hanging="194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506CD" w:rsidRDefault="000506CD" w:rsidP="00651BF4">
      <w:pPr>
        <w:tabs>
          <w:tab w:val="left" w:pos="1134"/>
          <w:tab w:val="left" w:pos="5840"/>
          <w:tab w:val="left" w:pos="6160"/>
        </w:tabs>
        <w:ind w:right="4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4EEF" w:rsidRDefault="00110F1A" w:rsidP="00CA17AA">
      <w:pPr>
        <w:tabs>
          <w:tab w:val="left" w:pos="851"/>
          <w:tab w:val="left" w:pos="5840"/>
          <w:tab w:val="left" w:pos="6160"/>
        </w:tabs>
        <w:ind w:right="4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239A5">
        <w:rPr>
          <w:sz w:val="28"/>
          <w:szCs w:val="28"/>
        </w:rPr>
        <w:t xml:space="preserve">Руководствуясь </w:t>
      </w:r>
      <w:r w:rsidRPr="00110F1A">
        <w:rPr>
          <w:sz w:val="28"/>
          <w:szCs w:val="28"/>
        </w:rPr>
        <w:t>Федеральным законом от 20 марта 2025 года №33-ФЗ «Об общих принципах организации местного самоуправления в единой системе публичной власти»</w:t>
      </w:r>
      <w:r w:rsidR="006239A5">
        <w:rPr>
          <w:sz w:val="28"/>
          <w:szCs w:val="28"/>
        </w:rPr>
        <w:t xml:space="preserve">, </w:t>
      </w:r>
      <w:r w:rsidR="006239A5" w:rsidRPr="006239A5">
        <w:rPr>
          <w:sz w:val="28"/>
          <w:szCs w:val="28"/>
        </w:rPr>
        <w:t>Трудовым кодексом Российской Федерации, «Единые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202</w:t>
      </w:r>
      <w:r>
        <w:rPr>
          <w:sz w:val="28"/>
          <w:szCs w:val="28"/>
        </w:rPr>
        <w:t>5</w:t>
      </w:r>
      <w:r w:rsidR="006239A5" w:rsidRPr="006239A5">
        <w:rPr>
          <w:sz w:val="28"/>
          <w:szCs w:val="28"/>
        </w:rPr>
        <w:t xml:space="preserve"> год», утвержденными решением Российской трехсторонней комиссии по регулированию социально-трудовых отношений от 2</w:t>
      </w:r>
      <w:r>
        <w:rPr>
          <w:sz w:val="28"/>
          <w:szCs w:val="28"/>
        </w:rPr>
        <w:t>3</w:t>
      </w:r>
      <w:r w:rsidR="006239A5" w:rsidRPr="006239A5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="006239A5" w:rsidRPr="006239A5">
        <w:rPr>
          <w:sz w:val="28"/>
          <w:szCs w:val="28"/>
        </w:rPr>
        <w:t xml:space="preserve"> г., протокол</w:t>
      </w:r>
      <w:proofErr w:type="gramEnd"/>
      <w:r w:rsidR="006239A5" w:rsidRPr="006239A5">
        <w:rPr>
          <w:sz w:val="28"/>
          <w:szCs w:val="28"/>
        </w:rPr>
        <w:t xml:space="preserve"> №</w:t>
      </w:r>
      <w:r>
        <w:rPr>
          <w:sz w:val="28"/>
          <w:szCs w:val="28"/>
        </w:rPr>
        <w:t>10пр</w:t>
      </w:r>
      <w:r w:rsidR="006239A5" w:rsidRPr="006239A5">
        <w:rPr>
          <w:sz w:val="28"/>
          <w:szCs w:val="28"/>
        </w:rPr>
        <w:t>, постановлением Правительства Челябинской области от 11.09.2008 г. №275-П «О введении новых систем оплаты труда работников областных бюджетных, автономных и казенных учреждений и органов государственной власти Челябинской области, 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учреждений»</w:t>
      </w:r>
      <w:r w:rsidR="00377EF7">
        <w:rPr>
          <w:sz w:val="28"/>
          <w:szCs w:val="28"/>
        </w:rPr>
        <w:t xml:space="preserve">, </w:t>
      </w:r>
      <w:r w:rsidR="00377EF7" w:rsidRPr="00377EF7">
        <w:rPr>
          <w:sz w:val="28"/>
          <w:szCs w:val="28"/>
        </w:rPr>
        <w:t xml:space="preserve">постановлением Правительства Челябинской области от 31.08.2010 г. №132-П «О </w:t>
      </w:r>
      <w:proofErr w:type="gramStart"/>
      <w:r w:rsidR="00377EF7" w:rsidRPr="00377EF7">
        <w:rPr>
          <w:sz w:val="28"/>
          <w:szCs w:val="28"/>
        </w:rPr>
        <w:t>Положении</w:t>
      </w:r>
      <w:proofErr w:type="gramEnd"/>
      <w:r w:rsidR="00377EF7" w:rsidRPr="00377EF7">
        <w:rPr>
          <w:sz w:val="28"/>
          <w:szCs w:val="28"/>
        </w:rPr>
        <w:t xml:space="preserve"> об оплате труда работников областных государственных бюджетных, автономных и казенных учреждений, подведомственных Министерству образования и науки Челябинской области»</w:t>
      </w:r>
    </w:p>
    <w:p w:rsidR="00446614" w:rsidRPr="005A198F" w:rsidRDefault="00446614" w:rsidP="00651BF4">
      <w:pPr>
        <w:tabs>
          <w:tab w:val="left" w:pos="1134"/>
          <w:tab w:val="left" w:pos="5840"/>
          <w:tab w:val="left" w:pos="6160"/>
        </w:tabs>
        <w:ind w:right="46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239A5" w:rsidRDefault="005E4EEF" w:rsidP="005E4EEF">
      <w:pPr>
        <w:widowControl w:val="0"/>
        <w:overflowPunct/>
        <w:ind w:right="4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6239A5" w:rsidRPr="006239A5">
        <w:rPr>
          <w:sz w:val="28"/>
          <w:szCs w:val="28"/>
        </w:rPr>
        <w:t xml:space="preserve">Утвердить прилагаемое Положение об оплате труда работников муниципальных </w:t>
      </w:r>
      <w:r w:rsidR="006239A5">
        <w:rPr>
          <w:sz w:val="28"/>
          <w:szCs w:val="28"/>
        </w:rPr>
        <w:t>образовательных организаций</w:t>
      </w:r>
      <w:r w:rsidR="006239A5" w:rsidRPr="006239A5">
        <w:rPr>
          <w:sz w:val="28"/>
          <w:szCs w:val="28"/>
        </w:rPr>
        <w:t xml:space="preserve">, подведомственных Управлению образования </w:t>
      </w:r>
      <w:r w:rsidR="00110F1A">
        <w:rPr>
          <w:sz w:val="28"/>
          <w:szCs w:val="28"/>
        </w:rPr>
        <w:t>а</w:t>
      </w:r>
      <w:r w:rsidR="006239A5">
        <w:rPr>
          <w:sz w:val="28"/>
          <w:szCs w:val="28"/>
        </w:rPr>
        <w:t xml:space="preserve">дминистрации </w:t>
      </w:r>
      <w:proofErr w:type="spellStart"/>
      <w:r w:rsidR="006239A5">
        <w:rPr>
          <w:sz w:val="28"/>
          <w:szCs w:val="28"/>
        </w:rPr>
        <w:t>Кунашакского</w:t>
      </w:r>
      <w:proofErr w:type="spellEnd"/>
      <w:r w:rsidR="006239A5" w:rsidRPr="006239A5">
        <w:rPr>
          <w:sz w:val="28"/>
          <w:szCs w:val="28"/>
        </w:rPr>
        <w:t xml:space="preserve"> муниципального </w:t>
      </w:r>
      <w:r w:rsidR="00110F1A">
        <w:rPr>
          <w:sz w:val="28"/>
          <w:szCs w:val="28"/>
        </w:rPr>
        <w:t>округа Челябинской области</w:t>
      </w:r>
      <w:r w:rsidR="006239A5" w:rsidRPr="006239A5"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110F1A" w:rsidRDefault="006239A5" w:rsidP="005E4EEF">
      <w:pPr>
        <w:widowControl w:val="0"/>
        <w:overflowPunct/>
        <w:ind w:right="4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110F1A">
        <w:rPr>
          <w:sz w:val="28"/>
          <w:szCs w:val="28"/>
        </w:rPr>
        <w:t>Признать утратившими силу:</w:t>
      </w:r>
    </w:p>
    <w:p w:rsidR="006239A5" w:rsidRDefault="00110F1A" w:rsidP="00110F1A">
      <w:pPr>
        <w:widowControl w:val="0"/>
        <w:overflowPunct/>
        <w:ind w:right="46"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-п</w:t>
      </w:r>
      <w:r w:rsidR="006239A5" w:rsidRPr="006239A5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>а</w:t>
      </w:r>
      <w:r w:rsidR="006239A5" w:rsidRPr="006239A5">
        <w:rPr>
          <w:sz w:val="28"/>
          <w:szCs w:val="28"/>
        </w:rPr>
        <w:t xml:space="preserve">дминистрации </w:t>
      </w:r>
      <w:proofErr w:type="spellStart"/>
      <w:r w:rsidR="006239A5">
        <w:rPr>
          <w:sz w:val="28"/>
          <w:szCs w:val="28"/>
        </w:rPr>
        <w:t>Кунашакского</w:t>
      </w:r>
      <w:proofErr w:type="spellEnd"/>
      <w:r w:rsidR="006239A5" w:rsidRPr="006239A5">
        <w:rPr>
          <w:sz w:val="28"/>
          <w:szCs w:val="28"/>
        </w:rPr>
        <w:t xml:space="preserve"> муниципального района от </w:t>
      </w:r>
      <w:r>
        <w:rPr>
          <w:sz w:val="28"/>
          <w:szCs w:val="28"/>
        </w:rPr>
        <w:t>04.12.2024 г. №1704</w:t>
      </w:r>
      <w:r w:rsidR="006239A5" w:rsidRPr="006239A5">
        <w:rPr>
          <w:sz w:val="28"/>
          <w:szCs w:val="28"/>
        </w:rPr>
        <w:t xml:space="preserve"> </w:t>
      </w:r>
      <w:r w:rsidR="006239A5">
        <w:rPr>
          <w:sz w:val="28"/>
          <w:szCs w:val="28"/>
        </w:rPr>
        <w:t>«</w:t>
      </w:r>
      <w:r w:rsidR="006239A5" w:rsidRPr="006239A5">
        <w:rPr>
          <w:sz w:val="28"/>
          <w:szCs w:val="28"/>
        </w:rPr>
        <w:t xml:space="preserve">Об утверждении Положения об оплате труда </w:t>
      </w:r>
      <w:r w:rsidR="006239A5" w:rsidRPr="006239A5">
        <w:rPr>
          <w:sz w:val="28"/>
          <w:szCs w:val="28"/>
        </w:rPr>
        <w:lastRenderedPageBreak/>
        <w:t xml:space="preserve">работников муниципальных </w:t>
      </w:r>
      <w:r w:rsidR="006239A5">
        <w:rPr>
          <w:sz w:val="28"/>
          <w:szCs w:val="28"/>
        </w:rPr>
        <w:t>образовательных организаций</w:t>
      </w:r>
      <w:r w:rsidR="006239A5" w:rsidRPr="006239A5">
        <w:rPr>
          <w:sz w:val="28"/>
          <w:szCs w:val="28"/>
        </w:rPr>
        <w:t xml:space="preserve">, подведомственных Управлению образования </w:t>
      </w:r>
      <w:r w:rsidR="006239A5">
        <w:rPr>
          <w:sz w:val="28"/>
          <w:szCs w:val="28"/>
        </w:rPr>
        <w:t xml:space="preserve">Администрации </w:t>
      </w:r>
      <w:proofErr w:type="spellStart"/>
      <w:r w:rsidR="006239A5">
        <w:rPr>
          <w:sz w:val="28"/>
          <w:szCs w:val="28"/>
        </w:rPr>
        <w:t>Кунашакского</w:t>
      </w:r>
      <w:proofErr w:type="spellEnd"/>
      <w:r w:rsidR="006239A5" w:rsidRPr="006239A5">
        <w:rPr>
          <w:sz w:val="28"/>
          <w:szCs w:val="28"/>
        </w:rPr>
        <w:t xml:space="preserve"> муниципального района</w:t>
      </w:r>
      <w:r w:rsidR="006239A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10F1A" w:rsidRDefault="00110F1A" w:rsidP="00110F1A">
      <w:pPr>
        <w:widowControl w:val="0"/>
        <w:overflowPunct/>
        <w:ind w:right="46"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110F1A">
        <w:rPr>
          <w:sz w:val="28"/>
          <w:szCs w:val="28"/>
        </w:rPr>
        <w:t xml:space="preserve">постановление администрации </w:t>
      </w:r>
      <w:proofErr w:type="spellStart"/>
      <w:r w:rsidRPr="00110F1A">
        <w:rPr>
          <w:sz w:val="28"/>
          <w:szCs w:val="28"/>
        </w:rPr>
        <w:t>Кунашакского</w:t>
      </w:r>
      <w:proofErr w:type="spellEnd"/>
      <w:r w:rsidRPr="00110F1A">
        <w:rPr>
          <w:sz w:val="28"/>
          <w:szCs w:val="28"/>
        </w:rPr>
        <w:t xml:space="preserve"> муниципального района от </w:t>
      </w:r>
      <w:r>
        <w:rPr>
          <w:sz w:val="28"/>
          <w:szCs w:val="28"/>
        </w:rPr>
        <w:t>02.07.2025 г. №1154</w:t>
      </w:r>
      <w:r w:rsidRPr="00110F1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приложения 1,2,3,4,5,6 к постановлению Администрации </w:t>
      </w:r>
      <w:proofErr w:type="spellStart"/>
      <w:r w:rsidRPr="00110F1A">
        <w:rPr>
          <w:sz w:val="28"/>
          <w:szCs w:val="28"/>
        </w:rPr>
        <w:t>Кунашакского</w:t>
      </w:r>
      <w:proofErr w:type="spellEnd"/>
      <w:r w:rsidRPr="00110F1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от 04.12.2024 г. №1704».</w:t>
      </w:r>
    </w:p>
    <w:p w:rsidR="00110F1A" w:rsidRDefault="001B5178" w:rsidP="00110F1A">
      <w:pPr>
        <w:widowControl w:val="0"/>
        <w:overflowPunct/>
        <w:ind w:right="46" w:firstLine="708"/>
        <w:jc w:val="both"/>
        <w:textAlignment w:val="auto"/>
      </w:pPr>
      <w:r>
        <w:rPr>
          <w:sz w:val="28"/>
          <w:szCs w:val="28"/>
        </w:rPr>
        <w:t>3</w:t>
      </w:r>
      <w:r w:rsidR="005E4EEF">
        <w:rPr>
          <w:sz w:val="28"/>
          <w:szCs w:val="28"/>
        </w:rPr>
        <w:t>.</w:t>
      </w:r>
      <w:r w:rsidR="00110F1A" w:rsidRPr="00110F1A">
        <w:rPr>
          <w:sz w:val="28"/>
          <w:szCs w:val="28"/>
        </w:rPr>
        <w:t xml:space="preserve">Начальнику отдела информационных технологий </w:t>
      </w:r>
      <w:proofErr w:type="spellStart"/>
      <w:r w:rsidR="00110F1A" w:rsidRPr="00110F1A">
        <w:rPr>
          <w:sz w:val="28"/>
          <w:szCs w:val="28"/>
        </w:rPr>
        <w:t>Хуртову</w:t>
      </w:r>
      <w:proofErr w:type="spellEnd"/>
      <w:r w:rsidR="00110F1A" w:rsidRPr="00110F1A">
        <w:rPr>
          <w:sz w:val="28"/>
          <w:szCs w:val="28"/>
        </w:rPr>
        <w:t xml:space="preserve"> А.А. опубликовать настоящее постановление на официальном сайте </w:t>
      </w:r>
      <w:proofErr w:type="spellStart"/>
      <w:r w:rsidR="00110F1A" w:rsidRPr="00110F1A">
        <w:rPr>
          <w:sz w:val="28"/>
          <w:szCs w:val="28"/>
        </w:rPr>
        <w:t>Кунашакского</w:t>
      </w:r>
      <w:proofErr w:type="spellEnd"/>
      <w:r w:rsidR="00110F1A" w:rsidRPr="00110F1A">
        <w:rPr>
          <w:sz w:val="28"/>
          <w:szCs w:val="28"/>
        </w:rPr>
        <w:t xml:space="preserve"> муниципального округа Челябинской области в сети Интернет.  </w:t>
      </w:r>
      <w:r w:rsidR="000506CD">
        <w:rPr>
          <w:sz w:val="28"/>
          <w:szCs w:val="28"/>
        </w:rPr>
        <w:tab/>
      </w:r>
    </w:p>
    <w:p w:rsidR="000506CD" w:rsidRDefault="00110F1A" w:rsidP="00110F1A">
      <w:pPr>
        <w:widowControl w:val="0"/>
        <w:overflowPunct/>
        <w:ind w:right="46"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</w:t>
      </w:r>
      <w:r w:rsidRPr="00110F1A">
        <w:rPr>
          <w:sz w:val="28"/>
          <w:szCs w:val="28"/>
        </w:rPr>
        <w:t xml:space="preserve">Организацию исполнения настоящего постановления возложить на руководителя Управления образования администрации </w:t>
      </w:r>
      <w:proofErr w:type="spellStart"/>
      <w:r w:rsidRPr="00110F1A">
        <w:rPr>
          <w:sz w:val="28"/>
          <w:szCs w:val="28"/>
        </w:rPr>
        <w:t>Кунашакского</w:t>
      </w:r>
      <w:proofErr w:type="spellEnd"/>
      <w:r w:rsidRPr="00110F1A">
        <w:rPr>
          <w:sz w:val="28"/>
          <w:szCs w:val="28"/>
        </w:rPr>
        <w:t xml:space="preserve"> муниципального округа Челябинской области  Камалову В.Г.   </w:t>
      </w:r>
    </w:p>
    <w:p w:rsidR="000506CD" w:rsidRPr="000506CD" w:rsidRDefault="000506CD" w:rsidP="000506CD">
      <w:pPr>
        <w:widowControl w:val="0"/>
        <w:overflowPunct/>
        <w:ind w:right="46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="001B517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10F1A" w:rsidRPr="00110F1A">
        <w:rPr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</w:t>
      </w:r>
      <w:proofErr w:type="spellStart"/>
      <w:r w:rsidR="00110F1A" w:rsidRPr="00110F1A">
        <w:rPr>
          <w:sz w:val="28"/>
          <w:szCs w:val="28"/>
        </w:rPr>
        <w:t>Кунашакского</w:t>
      </w:r>
      <w:proofErr w:type="spellEnd"/>
      <w:r w:rsidR="00110F1A" w:rsidRPr="00110F1A">
        <w:rPr>
          <w:sz w:val="28"/>
          <w:szCs w:val="28"/>
        </w:rPr>
        <w:t xml:space="preserve"> муниципального округа Челябинской области по социальным вопросам </w:t>
      </w:r>
      <w:proofErr w:type="spellStart"/>
      <w:r w:rsidR="00110F1A" w:rsidRPr="00110F1A">
        <w:rPr>
          <w:sz w:val="28"/>
          <w:szCs w:val="28"/>
        </w:rPr>
        <w:t>Нажметдинову</w:t>
      </w:r>
      <w:proofErr w:type="spellEnd"/>
      <w:r w:rsidR="00110F1A" w:rsidRPr="00110F1A">
        <w:rPr>
          <w:sz w:val="28"/>
          <w:szCs w:val="28"/>
        </w:rPr>
        <w:t xml:space="preserve"> А.Т.   </w:t>
      </w:r>
      <w:r w:rsidRPr="000506CD">
        <w:rPr>
          <w:sz w:val="28"/>
          <w:szCs w:val="28"/>
        </w:rPr>
        <w:t xml:space="preserve">   </w:t>
      </w:r>
    </w:p>
    <w:p w:rsidR="000506CD" w:rsidRPr="000506CD" w:rsidRDefault="000506CD" w:rsidP="000506CD">
      <w:pPr>
        <w:widowControl w:val="0"/>
        <w:overflowPunct/>
        <w:ind w:right="46"/>
        <w:jc w:val="both"/>
        <w:textAlignment w:val="auto"/>
        <w:rPr>
          <w:sz w:val="28"/>
          <w:szCs w:val="28"/>
        </w:rPr>
      </w:pPr>
      <w:r w:rsidRPr="000506CD">
        <w:rPr>
          <w:sz w:val="28"/>
          <w:szCs w:val="28"/>
        </w:rPr>
        <w:tab/>
      </w:r>
      <w:r w:rsidR="001B517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110F1A" w:rsidRPr="00110F1A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0506CD" w:rsidRDefault="000506CD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</w:p>
    <w:p w:rsidR="000506CD" w:rsidRDefault="000506CD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</w:p>
    <w:p w:rsidR="000506CD" w:rsidRDefault="000506CD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</w:p>
    <w:p w:rsidR="000506CD" w:rsidRDefault="000506CD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</w:p>
    <w:p w:rsidR="000506CD" w:rsidRDefault="00BB6C7F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  <w:r w:rsidRPr="00BB6C7F">
        <w:rPr>
          <w:sz w:val="28"/>
          <w:szCs w:val="28"/>
        </w:rPr>
        <w:t xml:space="preserve">Глава </w:t>
      </w:r>
      <w:r w:rsidR="00110F1A">
        <w:rPr>
          <w:sz w:val="28"/>
          <w:szCs w:val="28"/>
        </w:rPr>
        <w:t>округа</w:t>
      </w:r>
      <w:r w:rsidRPr="00BB6C7F">
        <w:rPr>
          <w:sz w:val="28"/>
          <w:szCs w:val="28"/>
        </w:rPr>
        <w:tab/>
      </w:r>
      <w:r w:rsidR="000506CD">
        <w:rPr>
          <w:sz w:val="28"/>
          <w:szCs w:val="28"/>
        </w:rPr>
        <w:t xml:space="preserve">                                                                                     Р.Г. </w:t>
      </w:r>
      <w:proofErr w:type="spellStart"/>
      <w:r w:rsidR="000506CD">
        <w:rPr>
          <w:sz w:val="28"/>
          <w:szCs w:val="28"/>
        </w:rPr>
        <w:t>Вакилов</w:t>
      </w:r>
      <w:proofErr w:type="spellEnd"/>
      <w:r w:rsidRPr="00BB6C7F">
        <w:rPr>
          <w:sz w:val="28"/>
          <w:szCs w:val="28"/>
        </w:rPr>
        <w:tab/>
        <w:t xml:space="preserve">                          </w:t>
      </w:r>
    </w:p>
    <w:p w:rsidR="000506CD" w:rsidRDefault="000506CD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</w:p>
    <w:p w:rsidR="000506CD" w:rsidRDefault="000506CD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</w:p>
    <w:p w:rsidR="000506CD" w:rsidRDefault="000506CD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</w:p>
    <w:p w:rsidR="000506CD" w:rsidRDefault="000506CD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</w:p>
    <w:p w:rsidR="000506CD" w:rsidRDefault="000506CD" w:rsidP="00764579">
      <w:pPr>
        <w:widowControl w:val="0"/>
        <w:overflowPunct/>
        <w:jc w:val="both"/>
        <w:textAlignment w:val="auto"/>
        <w:rPr>
          <w:sz w:val="28"/>
          <w:szCs w:val="28"/>
        </w:rPr>
      </w:pPr>
    </w:p>
    <w:p w:rsidR="000506CD" w:rsidRDefault="000506CD" w:rsidP="00D73928">
      <w:pPr>
        <w:rPr>
          <w:sz w:val="28"/>
          <w:szCs w:val="28"/>
        </w:rPr>
      </w:pPr>
    </w:p>
    <w:p w:rsidR="000506CD" w:rsidRDefault="000506CD" w:rsidP="00D73928">
      <w:pPr>
        <w:rPr>
          <w:sz w:val="28"/>
          <w:szCs w:val="28"/>
        </w:rPr>
      </w:pPr>
    </w:p>
    <w:p w:rsidR="000506CD" w:rsidRDefault="000506CD" w:rsidP="00D73928">
      <w:pPr>
        <w:rPr>
          <w:sz w:val="28"/>
          <w:szCs w:val="28"/>
        </w:rPr>
      </w:pPr>
    </w:p>
    <w:p w:rsidR="000506CD" w:rsidRDefault="000506CD" w:rsidP="00D73928">
      <w:pPr>
        <w:rPr>
          <w:sz w:val="28"/>
          <w:szCs w:val="28"/>
        </w:rPr>
      </w:pPr>
    </w:p>
    <w:p w:rsidR="000506CD" w:rsidRDefault="000506CD" w:rsidP="00D73928">
      <w:pPr>
        <w:rPr>
          <w:sz w:val="28"/>
          <w:szCs w:val="28"/>
        </w:rPr>
      </w:pPr>
    </w:p>
    <w:p w:rsidR="000506CD" w:rsidRDefault="000506CD" w:rsidP="00D73928">
      <w:pPr>
        <w:rPr>
          <w:sz w:val="28"/>
          <w:szCs w:val="28"/>
        </w:rPr>
      </w:pPr>
    </w:p>
    <w:sectPr w:rsidR="000506CD" w:rsidSect="00651BF4">
      <w:headerReference w:type="default" r:id="rId10"/>
      <w:pgSz w:w="11906" w:h="16838"/>
      <w:pgMar w:top="1134" w:right="851" w:bottom="1134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675" w:rsidRDefault="001A1675">
      <w:r>
        <w:separator/>
      </w:r>
    </w:p>
  </w:endnote>
  <w:endnote w:type="continuationSeparator" w:id="0">
    <w:p w:rsidR="001A1675" w:rsidRDefault="001A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675" w:rsidRDefault="001A1675">
      <w:r>
        <w:separator/>
      </w:r>
    </w:p>
  </w:footnote>
  <w:footnote w:type="continuationSeparator" w:id="0">
    <w:p w:rsidR="001A1675" w:rsidRDefault="001A1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928" w:rsidRDefault="00197928" w:rsidP="001A4E85">
    <w:pPr>
      <w:pStyle w:val="a3"/>
    </w:pPr>
  </w:p>
  <w:p w:rsidR="00197928" w:rsidRDefault="001979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30273"/>
    <w:multiLevelType w:val="hybridMultilevel"/>
    <w:tmpl w:val="BCF82D58"/>
    <w:lvl w:ilvl="0" w:tplc="E3EC5608">
      <w:start w:val="1"/>
      <w:numFmt w:val="decimal"/>
      <w:lvlText w:val="%1."/>
      <w:lvlJc w:val="left"/>
      <w:pPr>
        <w:ind w:left="110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95675FD"/>
    <w:multiLevelType w:val="hybridMultilevel"/>
    <w:tmpl w:val="DA6263C0"/>
    <w:lvl w:ilvl="0" w:tplc="D87A59A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700602"/>
    <w:multiLevelType w:val="hybridMultilevel"/>
    <w:tmpl w:val="6B32B558"/>
    <w:lvl w:ilvl="0" w:tplc="62D2AC9E">
      <w:start w:val="1"/>
      <w:numFmt w:val="decimal"/>
      <w:lvlText w:val="%1."/>
      <w:lvlJc w:val="left"/>
      <w:pPr>
        <w:tabs>
          <w:tab w:val="num" w:pos="5550"/>
        </w:tabs>
        <w:ind w:left="5550" w:hanging="115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8F"/>
    <w:rsid w:val="000264E6"/>
    <w:rsid w:val="00027418"/>
    <w:rsid w:val="000506CD"/>
    <w:rsid w:val="00054677"/>
    <w:rsid w:val="000737FC"/>
    <w:rsid w:val="000917B9"/>
    <w:rsid w:val="000929F3"/>
    <w:rsid w:val="000A77BA"/>
    <w:rsid w:val="000B5571"/>
    <w:rsid w:val="000E29D5"/>
    <w:rsid w:val="000E7765"/>
    <w:rsid w:val="00110249"/>
    <w:rsid w:val="00110F1A"/>
    <w:rsid w:val="0013725E"/>
    <w:rsid w:val="00144E98"/>
    <w:rsid w:val="00147125"/>
    <w:rsid w:val="001753E7"/>
    <w:rsid w:val="0017588A"/>
    <w:rsid w:val="001800EC"/>
    <w:rsid w:val="00191935"/>
    <w:rsid w:val="00195D89"/>
    <w:rsid w:val="00197928"/>
    <w:rsid w:val="001A1675"/>
    <w:rsid w:val="001A4E85"/>
    <w:rsid w:val="001B3B52"/>
    <w:rsid w:val="001B5178"/>
    <w:rsid w:val="001D1AC3"/>
    <w:rsid w:val="001D1DC4"/>
    <w:rsid w:val="001D2976"/>
    <w:rsid w:val="001E3635"/>
    <w:rsid w:val="001E504B"/>
    <w:rsid w:val="00212277"/>
    <w:rsid w:val="0022513A"/>
    <w:rsid w:val="00232467"/>
    <w:rsid w:val="00236A32"/>
    <w:rsid w:val="00240DA0"/>
    <w:rsid w:val="00247C83"/>
    <w:rsid w:val="002513E3"/>
    <w:rsid w:val="0025645F"/>
    <w:rsid w:val="00262977"/>
    <w:rsid w:val="00263BFB"/>
    <w:rsid w:val="00264CAE"/>
    <w:rsid w:val="00280A4D"/>
    <w:rsid w:val="00281D97"/>
    <w:rsid w:val="00283E77"/>
    <w:rsid w:val="002875CA"/>
    <w:rsid w:val="002B380B"/>
    <w:rsid w:val="002C6526"/>
    <w:rsid w:val="002E32B3"/>
    <w:rsid w:val="002E75DF"/>
    <w:rsid w:val="002F7554"/>
    <w:rsid w:val="00301C66"/>
    <w:rsid w:val="003035F8"/>
    <w:rsid w:val="00303C7E"/>
    <w:rsid w:val="0031373C"/>
    <w:rsid w:val="00315029"/>
    <w:rsid w:val="0031609D"/>
    <w:rsid w:val="003160CB"/>
    <w:rsid w:val="00323E82"/>
    <w:rsid w:val="00326F4F"/>
    <w:rsid w:val="003273D8"/>
    <w:rsid w:val="00332758"/>
    <w:rsid w:val="00341BD0"/>
    <w:rsid w:val="00355E77"/>
    <w:rsid w:val="003631D1"/>
    <w:rsid w:val="00377EF7"/>
    <w:rsid w:val="00381040"/>
    <w:rsid w:val="00383EC7"/>
    <w:rsid w:val="00391F69"/>
    <w:rsid w:val="003950D6"/>
    <w:rsid w:val="0039718D"/>
    <w:rsid w:val="003A7878"/>
    <w:rsid w:val="003B0642"/>
    <w:rsid w:val="003D6F28"/>
    <w:rsid w:val="003E3598"/>
    <w:rsid w:val="003F72AC"/>
    <w:rsid w:val="00427673"/>
    <w:rsid w:val="00431D4A"/>
    <w:rsid w:val="004374AA"/>
    <w:rsid w:val="004459CD"/>
    <w:rsid w:val="00445C2B"/>
    <w:rsid w:val="00446614"/>
    <w:rsid w:val="00455186"/>
    <w:rsid w:val="00477AD4"/>
    <w:rsid w:val="00485E6D"/>
    <w:rsid w:val="00495D61"/>
    <w:rsid w:val="004B2ECB"/>
    <w:rsid w:val="004F0B35"/>
    <w:rsid w:val="004F6A33"/>
    <w:rsid w:val="004F7A4D"/>
    <w:rsid w:val="00502914"/>
    <w:rsid w:val="00502CAB"/>
    <w:rsid w:val="00505A16"/>
    <w:rsid w:val="00506D32"/>
    <w:rsid w:val="00557A52"/>
    <w:rsid w:val="00567416"/>
    <w:rsid w:val="00572460"/>
    <w:rsid w:val="00584A61"/>
    <w:rsid w:val="00585E1A"/>
    <w:rsid w:val="005A04DD"/>
    <w:rsid w:val="005A198F"/>
    <w:rsid w:val="005B160E"/>
    <w:rsid w:val="005B6053"/>
    <w:rsid w:val="005C1223"/>
    <w:rsid w:val="005C3F86"/>
    <w:rsid w:val="005E4EEF"/>
    <w:rsid w:val="005E5E93"/>
    <w:rsid w:val="005F239D"/>
    <w:rsid w:val="0060339A"/>
    <w:rsid w:val="00616E48"/>
    <w:rsid w:val="006239A5"/>
    <w:rsid w:val="00623A67"/>
    <w:rsid w:val="006427BB"/>
    <w:rsid w:val="00651BF4"/>
    <w:rsid w:val="00655E4C"/>
    <w:rsid w:val="006628E2"/>
    <w:rsid w:val="00684C72"/>
    <w:rsid w:val="006874EE"/>
    <w:rsid w:val="006879A6"/>
    <w:rsid w:val="006B2C65"/>
    <w:rsid w:val="006C3969"/>
    <w:rsid w:val="006D7B18"/>
    <w:rsid w:val="006E189A"/>
    <w:rsid w:val="006F0435"/>
    <w:rsid w:val="00702AB1"/>
    <w:rsid w:val="00711ED4"/>
    <w:rsid w:val="00715EC2"/>
    <w:rsid w:val="00725D6C"/>
    <w:rsid w:val="00737B06"/>
    <w:rsid w:val="00754904"/>
    <w:rsid w:val="00754CEC"/>
    <w:rsid w:val="00756055"/>
    <w:rsid w:val="00764579"/>
    <w:rsid w:val="00766F45"/>
    <w:rsid w:val="007D1C90"/>
    <w:rsid w:val="007D448F"/>
    <w:rsid w:val="008043CB"/>
    <w:rsid w:val="00815346"/>
    <w:rsid w:val="00824BCC"/>
    <w:rsid w:val="00831707"/>
    <w:rsid w:val="00843BC0"/>
    <w:rsid w:val="00852DE0"/>
    <w:rsid w:val="008721E2"/>
    <w:rsid w:val="00880955"/>
    <w:rsid w:val="00884402"/>
    <w:rsid w:val="0089592C"/>
    <w:rsid w:val="008B02F4"/>
    <w:rsid w:val="008C157D"/>
    <w:rsid w:val="008D06E4"/>
    <w:rsid w:val="008E4428"/>
    <w:rsid w:val="008F2F4E"/>
    <w:rsid w:val="008F760F"/>
    <w:rsid w:val="0090597E"/>
    <w:rsid w:val="009126DA"/>
    <w:rsid w:val="00912E06"/>
    <w:rsid w:val="009173DD"/>
    <w:rsid w:val="00920989"/>
    <w:rsid w:val="00926796"/>
    <w:rsid w:val="0094126D"/>
    <w:rsid w:val="009461FA"/>
    <w:rsid w:val="00953745"/>
    <w:rsid w:val="009575CE"/>
    <w:rsid w:val="00966234"/>
    <w:rsid w:val="00972DDB"/>
    <w:rsid w:val="009767EF"/>
    <w:rsid w:val="0098138B"/>
    <w:rsid w:val="00982832"/>
    <w:rsid w:val="009861C5"/>
    <w:rsid w:val="00993B34"/>
    <w:rsid w:val="009A12ED"/>
    <w:rsid w:val="009A7A19"/>
    <w:rsid w:val="009B4736"/>
    <w:rsid w:val="009C1F60"/>
    <w:rsid w:val="009F74C2"/>
    <w:rsid w:val="00A07D53"/>
    <w:rsid w:val="00A11827"/>
    <w:rsid w:val="00A36676"/>
    <w:rsid w:val="00A40853"/>
    <w:rsid w:val="00A41126"/>
    <w:rsid w:val="00A43EA4"/>
    <w:rsid w:val="00A5107F"/>
    <w:rsid w:val="00A63DAC"/>
    <w:rsid w:val="00A64AD1"/>
    <w:rsid w:val="00A73F5E"/>
    <w:rsid w:val="00A93E0D"/>
    <w:rsid w:val="00AA3283"/>
    <w:rsid w:val="00AC1288"/>
    <w:rsid w:val="00AE496D"/>
    <w:rsid w:val="00AF6C90"/>
    <w:rsid w:val="00B056C3"/>
    <w:rsid w:val="00B06D3B"/>
    <w:rsid w:val="00B103F2"/>
    <w:rsid w:val="00B2365C"/>
    <w:rsid w:val="00B27D9A"/>
    <w:rsid w:val="00B35A97"/>
    <w:rsid w:val="00B377FC"/>
    <w:rsid w:val="00B46CB5"/>
    <w:rsid w:val="00B50FD7"/>
    <w:rsid w:val="00B53EA6"/>
    <w:rsid w:val="00B67F07"/>
    <w:rsid w:val="00B8174B"/>
    <w:rsid w:val="00B82FAF"/>
    <w:rsid w:val="00B95919"/>
    <w:rsid w:val="00B96DBA"/>
    <w:rsid w:val="00BB2FB1"/>
    <w:rsid w:val="00BB6C7F"/>
    <w:rsid w:val="00BE1FF1"/>
    <w:rsid w:val="00BE6AAB"/>
    <w:rsid w:val="00BE7FB5"/>
    <w:rsid w:val="00BF4CAB"/>
    <w:rsid w:val="00C60210"/>
    <w:rsid w:val="00C61522"/>
    <w:rsid w:val="00C85569"/>
    <w:rsid w:val="00CA17AA"/>
    <w:rsid w:val="00CB09E7"/>
    <w:rsid w:val="00CB71D7"/>
    <w:rsid w:val="00CC1860"/>
    <w:rsid w:val="00CD4C86"/>
    <w:rsid w:val="00CE124E"/>
    <w:rsid w:val="00CE5E48"/>
    <w:rsid w:val="00CF0EED"/>
    <w:rsid w:val="00CF5496"/>
    <w:rsid w:val="00CF6E02"/>
    <w:rsid w:val="00D066EF"/>
    <w:rsid w:val="00D139FD"/>
    <w:rsid w:val="00D30863"/>
    <w:rsid w:val="00D516E6"/>
    <w:rsid w:val="00D56ABF"/>
    <w:rsid w:val="00D72930"/>
    <w:rsid w:val="00D73928"/>
    <w:rsid w:val="00D77B15"/>
    <w:rsid w:val="00D92834"/>
    <w:rsid w:val="00DA11D4"/>
    <w:rsid w:val="00DA575A"/>
    <w:rsid w:val="00DC5EDE"/>
    <w:rsid w:val="00DC7265"/>
    <w:rsid w:val="00DD654A"/>
    <w:rsid w:val="00DD76DE"/>
    <w:rsid w:val="00DE4362"/>
    <w:rsid w:val="00E03C4C"/>
    <w:rsid w:val="00E12549"/>
    <w:rsid w:val="00E178DC"/>
    <w:rsid w:val="00E52A8E"/>
    <w:rsid w:val="00E54793"/>
    <w:rsid w:val="00E5675C"/>
    <w:rsid w:val="00E641A5"/>
    <w:rsid w:val="00E7217B"/>
    <w:rsid w:val="00E72550"/>
    <w:rsid w:val="00E93413"/>
    <w:rsid w:val="00EA0CBC"/>
    <w:rsid w:val="00EA64D2"/>
    <w:rsid w:val="00EB3F8B"/>
    <w:rsid w:val="00EC4A5E"/>
    <w:rsid w:val="00ED1E04"/>
    <w:rsid w:val="00EE5C0F"/>
    <w:rsid w:val="00EF2B30"/>
    <w:rsid w:val="00EF7C61"/>
    <w:rsid w:val="00F00D40"/>
    <w:rsid w:val="00F044F3"/>
    <w:rsid w:val="00F13039"/>
    <w:rsid w:val="00F2170B"/>
    <w:rsid w:val="00F2217B"/>
    <w:rsid w:val="00F268B7"/>
    <w:rsid w:val="00F37922"/>
    <w:rsid w:val="00F417FA"/>
    <w:rsid w:val="00F42DA6"/>
    <w:rsid w:val="00F4556C"/>
    <w:rsid w:val="00F5363A"/>
    <w:rsid w:val="00F640A3"/>
    <w:rsid w:val="00F844C7"/>
    <w:rsid w:val="00F96326"/>
    <w:rsid w:val="00FA5030"/>
    <w:rsid w:val="00FA5B6F"/>
    <w:rsid w:val="00FC60AF"/>
    <w:rsid w:val="00FD5F0E"/>
    <w:rsid w:val="00FD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35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D73928"/>
    <w:pPr>
      <w:keepNext/>
      <w:spacing w:before="600" w:after="120"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3928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9767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767E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A198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7">
    <w:name w:val="Normal (Web)"/>
    <w:basedOn w:val="a"/>
    <w:uiPriority w:val="99"/>
    <w:rsid w:val="005A198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List Paragraph"/>
    <w:basedOn w:val="a"/>
    <w:uiPriority w:val="99"/>
    <w:qFormat/>
    <w:rsid w:val="005A198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a"/>
    <w:rsid w:val="005724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72460"/>
  </w:style>
  <w:style w:type="character" w:customStyle="1" w:styleId="a4">
    <w:name w:val="Верхний колонтитул Знак"/>
    <w:basedOn w:val="a0"/>
    <w:link w:val="a3"/>
    <w:uiPriority w:val="99"/>
    <w:rsid w:val="00572460"/>
  </w:style>
  <w:style w:type="table" w:styleId="ab">
    <w:name w:val="Table Grid"/>
    <w:basedOn w:val="a1"/>
    <w:rsid w:val="00B817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F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footnote text"/>
    <w:basedOn w:val="a"/>
    <w:link w:val="ad"/>
    <w:semiHidden/>
    <w:unhideWhenUsed/>
    <w:rsid w:val="00FC60AF"/>
  </w:style>
  <w:style w:type="character" w:customStyle="1" w:styleId="ad">
    <w:name w:val="Текст сноски Знак"/>
    <w:basedOn w:val="a0"/>
    <w:link w:val="ac"/>
    <w:semiHidden/>
    <w:rsid w:val="00FC60AF"/>
  </w:style>
  <w:style w:type="character" w:styleId="ae">
    <w:name w:val="footnote reference"/>
    <w:basedOn w:val="a0"/>
    <w:semiHidden/>
    <w:unhideWhenUsed/>
    <w:rsid w:val="00FC60AF"/>
    <w:rPr>
      <w:vertAlign w:val="superscript"/>
    </w:rPr>
  </w:style>
  <w:style w:type="character" w:styleId="af">
    <w:name w:val="Hyperlink"/>
    <w:basedOn w:val="a0"/>
    <w:unhideWhenUsed/>
    <w:rsid w:val="000506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35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D73928"/>
    <w:pPr>
      <w:keepNext/>
      <w:spacing w:before="600" w:after="120"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3928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9767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767E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A198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7">
    <w:name w:val="Normal (Web)"/>
    <w:basedOn w:val="a"/>
    <w:uiPriority w:val="99"/>
    <w:rsid w:val="005A198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List Paragraph"/>
    <w:basedOn w:val="a"/>
    <w:uiPriority w:val="99"/>
    <w:qFormat/>
    <w:rsid w:val="005A198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a"/>
    <w:rsid w:val="005724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72460"/>
  </w:style>
  <w:style w:type="character" w:customStyle="1" w:styleId="a4">
    <w:name w:val="Верхний колонтитул Знак"/>
    <w:basedOn w:val="a0"/>
    <w:link w:val="a3"/>
    <w:uiPriority w:val="99"/>
    <w:rsid w:val="00572460"/>
  </w:style>
  <w:style w:type="table" w:styleId="ab">
    <w:name w:val="Table Grid"/>
    <w:basedOn w:val="a1"/>
    <w:rsid w:val="00B817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F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footnote text"/>
    <w:basedOn w:val="a"/>
    <w:link w:val="ad"/>
    <w:semiHidden/>
    <w:unhideWhenUsed/>
    <w:rsid w:val="00FC60AF"/>
  </w:style>
  <w:style w:type="character" w:customStyle="1" w:styleId="ad">
    <w:name w:val="Текст сноски Знак"/>
    <w:basedOn w:val="a0"/>
    <w:link w:val="ac"/>
    <w:semiHidden/>
    <w:rsid w:val="00FC60AF"/>
  </w:style>
  <w:style w:type="character" w:styleId="ae">
    <w:name w:val="footnote reference"/>
    <w:basedOn w:val="a0"/>
    <w:semiHidden/>
    <w:unhideWhenUsed/>
    <w:rsid w:val="00FC60AF"/>
    <w:rPr>
      <w:vertAlign w:val="superscript"/>
    </w:rPr>
  </w:style>
  <w:style w:type="character" w:styleId="af">
    <w:name w:val="Hyperlink"/>
    <w:basedOn w:val="a0"/>
    <w:unhideWhenUsed/>
    <w:rsid w:val="000506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2\Desktop\&#1041;&#1051;&#1040;&#1053;&#1050;%20&#1055;&#1054;&#1057;&#1058;&#1040;&#1053;&#1054;&#1042;&#1051;&#1045;&#1053;&#1048;&#1071;%20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11A09-D6E7-4FE5-96E0-C22FF171B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2017</Template>
  <TotalTime>263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</dc:creator>
  <cp:lastModifiedBy>user</cp:lastModifiedBy>
  <cp:revision>13</cp:revision>
  <cp:lastPrinted>2026-02-17T03:45:00Z</cp:lastPrinted>
  <dcterms:created xsi:type="dcterms:W3CDTF">2024-11-18T11:58:00Z</dcterms:created>
  <dcterms:modified xsi:type="dcterms:W3CDTF">2026-02-24T05:59:00Z</dcterms:modified>
</cp:coreProperties>
</file>